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Your name"/>
        <w:tag w:val="Your name"/>
        <w:id w:val="1760865497"/>
        <w:placeholder>
          <w:docPart w:val="F92AB59B0F30674A84F2C00D5148F693"/>
        </w:placeholder>
        <w:dataBinding w:prefixMappings="xmlns:ns0='http://schemas.openxmlformats.org/officeDocument/2006/extended-properties' " w:xpath="/ns0:Properties[1]/ns0:Company[1]" w:storeItemID="{6668398D-A668-4E3E-A5EB-62B293D839F1}"/>
        <w:text w:multiLine="1"/>
      </w:sdtPr>
      <w:sdtEndPr/>
      <w:sdtContent>
        <w:p w:rsidR="00AC6117" w:rsidRDefault="00BA4AA9">
          <w:pPr>
            <w:pStyle w:val="Name"/>
          </w:pPr>
          <w:r>
            <w:t>Guy Bennett</w:t>
          </w:r>
        </w:p>
      </w:sdtContent>
    </w:sdt>
    <w:p w:rsidR="00F72272" w:rsidRPr="00DF11AC" w:rsidRDefault="00BA4AA9" w:rsidP="00A53354">
      <w:pPr>
        <w:pStyle w:val="SenderContactInfo"/>
        <w:spacing w:after="0"/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>229 Secret Harbour Boulevard</w:t>
      </w:r>
      <w:r w:rsidR="00EE73A0" w:rsidRPr="00DF11AC">
        <w:rPr>
          <w:rFonts w:ascii="Arial" w:hAnsi="Arial" w:cs="Arial"/>
          <w:sz w:val="20"/>
          <w:szCs w:val="20"/>
        </w:rPr>
        <w:t>, WA, 6173</w:t>
      </w:r>
      <w:r w:rsidR="0048751C" w:rsidRPr="00DF11AC">
        <w:rPr>
          <w:rFonts w:ascii="Arial" w:hAnsi="Arial" w:cs="Arial"/>
          <w:sz w:val="20"/>
          <w:szCs w:val="20"/>
          <w:lang w:val="en-GB" w:bidi="en-GB"/>
        </w:rPr>
        <w:t xml:space="preserve"> | </w:t>
      </w:r>
      <w:r w:rsidR="00EE73A0" w:rsidRPr="00DF11AC">
        <w:rPr>
          <w:rFonts w:ascii="Arial" w:hAnsi="Arial" w:cs="Arial"/>
          <w:sz w:val="20"/>
          <w:szCs w:val="20"/>
        </w:rPr>
        <w:t>guy.bennett</w:t>
      </w:r>
      <w:r w:rsidR="0003292C" w:rsidRPr="00DF11AC">
        <w:rPr>
          <w:rFonts w:ascii="Arial" w:hAnsi="Arial" w:cs="Arial"/>
          <w:sz w:val="20"/>
          <w:szCs w:val="20"/>
        </w:rPr>
        <w:t>@me.com</w:t>
      </w:r>
      <w:bookmarkStart w:id="0" w:name="_GoBack"/>
      <w:bookmarkEnd w:id="0"/>
    </w:p>
    <w:p w:rsidR="00F72272" w:rsidRPr="00DF11AC" w:rsidRDefault="0003292C">
      <w:pPr>
        <w:pStyle w:val="Date"/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>12/08/2019</w:t>
      </w:r>
    </w:p>
    <w:p w:rsidR="00F72272" w:rsidRPr="00DF11AC" w:rsidRDefault="00B8102A">
      <w:pPr>
        <w:pStyle w:val="RecipientContactInf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nter recipient name:"/>
          <w:tag w:val="Enter recipient name:"/>
          <w:id w:val="696896679"/>
          <w:placeholder>
            <w:docPart w:val="2C087212C3DBFC4181FF57E27C42BB7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 w:multiLine="1"/>
        </w:sdtPr>
        <w:sdtEndPr/>
        <w:sdtContent>
          <w:r w:rsidR="008467EE" w:rsidRPr="00DF11AC">
            <w:rPr>
              <w:rFonts w:ascii="Arial" w:hAnsi="Arial" w:cs="Arial"/>
              <w:sz w:val="20"/>
              <w:szCs w:val="20"/>
            </w:rPr>
            <w:t xml:space="preserve">Manager, Black Economy </w:t>
          </w:r>
        </w:sdtContent>
      </w:sdt>
      <w:r w:rsidR="008467EE" w:rsidRPr="00DF11AC">
        <w:rPr>
          <w:rFonts w:ascii="Arial" w:hAnsi="Arial" w:cs="Arial"/>
          <w:sz w:val="20"/>
          <w:szCs w:val="20"/>
        </w:rPr>
        <w:t>Division</w:t>
      </w:r>
    </w:p>
    <w:p w:rsidR="0048751C" w:rsidRPr="00DF11AC" w:rsidRDefault="001F667C">
      <w:pPr>
        <w:pStyle w:val="RecipientContactInfo"/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>treasury.gov.au</w:t>
      </w:r>
    </w:p>
    <w:p w:rsidR="0048751C" w:rsidRPr="00DF11AC" w:rsidRDefault="001F667C">
      <w:pPr>
        <w:pStyle w:val="RecipientContactInfo"/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 xml:space="preserve">Langton </w:t>
      </w:r>
      <w:proofErr w:type="spellStart"/>
      <w:r w:rsidRPr="00DF11AC">
        <w:rPr>
          <w:rFonts w:ascii="Arial" w:hAnsi="Arial" w:cs="Arial"/>
          <w:sz w:val="20"/>
          <w:szCs w:val="20"/>
        </w:rPr>
        <w:t>Cres</w:t>
      </w:r>
      <w:proofErr w:type="spellEnd"/>
      <w:r w:rsidRPr="00DF11AC">
        <w:rPr>
          <w:rFonts w:ascii="Arial" w:hAnsi="Arial" w:cs="Arial"/>
          <w:sz w:val="20"/>
          <w:szCs w:val="20"/>
        </w:rPr>
        <w:t>,</w:t>
      </w:r>
      <w:r w:rsidR="009B57FA" w:rsidRPr="00DF11AC">
        <w:rPr>
          <w:rFonts w:ascii="Arial" w:hAnsi="Arial" w:cs="Arial"/>
          <w:sz w:val="20"/>
          <w:szCs w:val="20"/>
        </w:rPr>
        <w:t xml:space="preserve"> Parkes,</w:t>
      </w:r>
    </w:p>
    <w:p w:rsidR="009B57FA" w:rsidRPr="00DF11AC" w:rsidRDefault="009B57FA">
      <w:pPr>
        <w:pStyle w:val="RecipientContactInfo"/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>ACT, 2600</w:t>
      </w:r>
    </w:p>
    <w:p w:rsidR="00F72272" w:rsidRPr="00DF11AC" w:rsidRDefault="0048751C">
      <w:pPr>
        <w:pStyle w:val="Salutation"/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  <w:lang w:val="en-GB" w:bidi="en-GB"/>
        </w:rPr>
        <w:t xml:space="preserve">Dear </w:t>
      </w:r>
      <w:sdt>
        <w:sdtPr>
          <w:rPr>
            <w:rFonts w:ascii="Arial" w:hAnsi="Arial" w:cs="Arial"/>
            <w:sz w:val="20"/>
            <w:szCs w:val="20"/>
          </w:rPr>
          <w:alias w:val="Enter recipient name:"/>
          <w:tag w:val="Enter recipient name:"/>
          <w:id w:val="-193009614"/>
          <w:placeholder>
            <w:docPart w:val="E4F47410789A3144B9CB53755FF409B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 w:multiLine="1"/>
        </w:sdtPr>
        <w:sdtEndPr/>
        <w:sdtContent>
          <w:r w:rsidR="009B57FA" w:rsidRPr="00DF11AC">
            <w:rPr>
              <w:rFonts w:ascii="Arial" w:hAnsi="Arial" w:cs="Arial"/>
              <w:sz w:val="20"/>
              <w:szCs w:val="20"/>
            </w:rPr>
            <w:t>Treasury</w:t>
          </w:r>
        </w:sdtContent>
      </w:sdt>
      <w:r w:rsidRPr="00DF11AC">
        <w:rPr>
          <w:rFonts w:ascii="Arial" w:hAnsi="Arial" w:cs="Arial"/>
          <w:sz w:val="20"/>
          <w:szCs w:val="20"/>
          <w:lang w:val="en-GB" w:bidi="en-GB"/>
        </w:rPr>
        <w:t>,</w:t>
      </w:r>
    </w:p>
    <w:p w:rsidR="00F72272" w:rsidRPr="00DF11AC" w:rsidRDefault="00AA1FCF">
      <w:pPr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 xml:space="preserve">I wish to convey my </w:t>
      </w:r>
      <w:r w:rsidR="00B73D54" w:rsidRPr="00DF11AC">
        <w:rPr>
          <w:rFonts w:ascii="Arial" w:hAnsi="Arial" w:cs="Arial"/>
          <w:sz w:val="20"/>
          <w:szCs w:val="20"/>
        </w:rPr>
        <w:t>opposition</w:t>
      </w:r>
      <w:r w:rsidRPr="00DF11AC">
        <w:rPr>
          <w:rFonts w:ascii="Arial" w:hAnsi="Arial" w:cs="Arial"/>
          <w:sz w:val="20"/>
          <w:szCs w:val="20"/>
        </w:rPr>
        <w:t xml:space="preserve"> to the </w:t>
      </w:r>
      <w:r w:rsidRPr="00DF11AC">
        <w:rPr>
          <w:rFonts w:ascii="Arial" w:hAnsi="Arial" w:cs="Arial"/>
          <w:i/>
          <w:iCs/>
          <w:sz w:val="20"/>
          <w:szCs w:val="20"/>
        </w:rPr>
        <w:t xml:space="preserve">Currency </w:t>
      </w:r>
      <w:r w:rsidR="00C86A67" w:rsidRPr="00DF11AC">
        <w:rPr>
          <w:rFonts w:ascii="Arial" w:hAnsi="Arial" w:cs="Arial"/>
          <w:i/>
          <w:iCs/>
          <w:sz w:val="20"/>
          <w:szCs w:val="20"/>
        </w:rPr>
        <w:t>(</w:t>
      </w:r>
      <w:r w:rsidR="00535450" w:rsidRPr="00DF11AC">
        <w:rPr>
          <w:rFonts w:ascii="Arial" w:hAnsi="Arial" w:cs="Arial"/>
          <w:i/>
          <w:iCs/>
          <w:sz w:val="20"/>
          <w:szCs w:val="20"/>
        </w:rPr>
        <w:t>Restrictions</w:t>
      </w:r>
      <w:r w:rsidR="00C86A67" w:rsidRPr="00DF11AC">
        <w:rPr>
          <w:rFonts w:ascii="Arial" w:hAnsi="Arial" w:cs="Arial"/>
          <w:i/>
          <w:iCs/>
          <w:sz w:val="20"/>
          <w:szCs w:val="20"/>
        </w:rPr>
        <w:t xml:space="preserve"> on the Use of Cash) Bill 2019</w:t>
      </w:r>
      <w:r w:rsidR="00C86A67" w:rsidRPr="00DF11AC">
        <w:rPr>
          <w:rFonts w:ascii="Arial" w:hAnsi="Arial" w:cs="Arial"/>
          <w:sz w:val="20"/>
          <w:szCs w:val="20"/>
        </w:rPr>
        <w:t xml:space="preserve"> for </w:t>
      </w:r>
      <w:r w:rsidR="00D36ED7" w:rsidRPr="00DF11AC">
        <w:rPr>
          <w:rFonts w:ascii="Arial" w:hAnsi="Arial" w:cs="Arial"/>
          <w:sz w:val="20"/>
          <w:szCs w:val="20"/>
        </w:rPr>
        <w:t>three</w:t>
      </w:r>
      <w:r w:rsidR="00C86A67" w:rsidRPr="00DF11AC">
        <w:rPr>
          <w:rFonts w:ascii="Arial" w:hAnsi="Arial" w:cs="Arial"/>
          <w:sz w:val="20"/>
          <w:szCs w:val="20"/>
        </w:rPr>
        <w:t xml:space="preserve"> reasons</w:t>
      </w:r>
      <w:r w:rsidR="00535450" w:rsidRPr="00DF11AC">
        <w:rPr>
          <w:rFonts w:ascii="Arial" w:hAnsi="Arial" w:cs="Arial"/>
          <w:sz w:val="20"/>
          <w:szCs w:val="20"/>
        </w:rPr>
        <w:t>:</w:t>
      </w:r>
    </w:p>
    <w:p w:rsidR="00535450" w:rsidRPr="00DF11AC" w:rsidRDefault="00A34720" w:rsidP="00406B22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>Withdrawing cash as a means of commerce from the system is an attack on fundamental freedoms</w:t>
      </w:r>
      <w:r w:rsidR="00F3044B" w:rsidRPr="00DF11AC">
        <w:rPr>
          <w:rFonts w:ascii="Arial" w:hAnsi="Arial" w:cs="Arial"/>
          <w:sz w:val="20"/>
          <w:szCs w:val="20"/>
        </w:rPr>
        <w:t xml:space="preserve"> and will only force people into some form of barter system. </w:t>
      </w:r>
      <w:r w:rsidR="00535450" w:rsidRPr="00DF11AC">
        <w:rPr>
          <w:rFonts w:ascii="Arial" w:hAnsi="Arial" w:cs="Arial"/>
          <w:sz w:val="20"/>
          <w:szCs w:val="20"/>
        </w:rPr>
        <w:t xml:space="preserve">You </w:t>
      </w:r>
      <w:r w:rsidR="00F3044B" w:rsidRPr="00DF11AC">
        <w:rPr>
          <w:rFonts w:ascii="Arial" w:hAnsi="Arial" w:cs="Arial"/>
          <w:sz w:val="20"/>
          <w:szCs w:val="20"/>
        </w:rPr>
        <w:t>seem</w:t>
      </w:r>
      <w:r w:rsidR="00886B9C" w:rsidRPr="00DF11AC">
        <w:rPr>
          <w:rFonts w:ascii="Arial" w:hAnsi="Arial" w:cs="Arial"/>
          <w:sz w:val="20"/>
          <w:szCs w:val="20"/>
        </w:rPr>
        <w:t xml:space="preserve"> happy to pursue the relatively small volume of cash transactions </w:t>
      </w:r>
      <w:r w:rsidR="008D4928" w:rsidRPr="00DF11AC">
        <w:rPr>
          <w:rFonts w:ascii="Arial" w:hAnsi="Arial" w:cs="Arial"/>
          <w:sz w:val="20"/>
          <w:szCs w:val="20"/>
        </w:rPr>
        <w:t>under the guise of preventing money laundering or terrorism etc while completely ignoring the vast scale at which nefarious activities / terrorism / crime</w:t>
      </w:r>
      <w:r w:rsidR="00C65926" w:rsidRPr="00DF11AC">
        <w:rPr>
          <w:rFonts w:ascii="Arial" w:hAnsi="Arial" w:cs="Arial"/>
          <w:sz w:val="20"/>
          <w:szCs w:val="20"/>
        </w:rPr>
        <w:t xml:space="preserve"> / tax evasion occur within and with the knowledge of the banking and financial services industries as well as real estate. This restriction on cash transactions is in effect a from of </w:t>
      </w:r>
      <w:r w:rsidR="00D36ED7" w:rsidRPr="00DF11AC">
        <w:rPr>
          <w:rFonts w:ascii="Arial" w:hAnsi="Arial" w:cs="Arial"/>
          <w:sz w:val="20"/>
          <w:szCs w:val="20"/>
        </w:rPr>
        <w:t>population</w:t>
      </w:r>
      <w:r w:rsidR="00C65926" w:rsidRPr="00DF11AC">
        <w:rPr>
          <w:rFonts w:ascii="Arial" w:hAnsi="Arial" w:cs="Arial"/>
          <w:sz w:val="20"/>
          <w:szCs w:val="20"/>
        </w:rPr>
        <w:t xml:space="preserve"> </w:t>
      </w:r>
      <w:r w:rsidR="00D36ED7" w:rsidRPr="00DF11AC">
        <w:rPr>
          <w:rFonts w:ascii="Arial" w:hAnsi="Arial" w:cs="Arial"/>
          <w:sz w:val="20"/>
          <w:szCs w:val="20"/>
        </w:rPr>
        <w:t>control</w:t>
      </w:r>
      <w:r w:rsidR="00C65926" w:rsidRPr="00DF11AC">
        <w:rPr>
          <w:rFonts w:ascii="Arial" w:hAnsi="Arial" w:cs="Arial"/>
          <w:sz w:val="20"/>
          <w:szCs w:val="20"/>
        </w:rPr>
        <w:t xml:space="preserve"> and should be condemned – especially while you ignore the larger criminal enterprises and corporate tax evaders</w:t>
      </w:r>
      <w:r w:rsidR="00D36ED7" w:rsidRPr="00DF11AC">
        <w:rPr>
          <w:rFonts w:ascii="Arial" w:hAnsi="Arial" w:cs="Arial"/>
          <w:sz w:val="20"/>
          <w:szCs w:val="20"/>
        </w:rPr>
        <w:t>.</w:t>
      </w:r>
    </w:p>
    <w:p w:rsidR="00D36ED7" w:rsidRPr="00DF11AC" w:rsidRDefault="00D36ED7" w:rsidP="00406B22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>You class digital (or crypto) currencies as cash for the purposes of this bill</w:t>
      </w:r>
      <w:r w:rsidR="00AA1A88" w:rsidRPr="00DF11AC">
        <w:rPr>
          <w:rFonts w:ascii="Arial" w:hAnsi="Arial" w:cs="Arial"/>
          <w:sz w:val="20"/>
          <w:szCs w:val="20"/>
        </w:rPr>
        <w:t xml:space="preserve"> but the ATO classes crypto currencies as assets subject to capital gains tax. The government can’t butter both sides of its bread. </w:t>
      </w:r>
      <w:r w:rsidR="00FC393C" w:rsidRPr="00DF11AC">
        <w:rPr>
          <w:rFonts w:ascii="Arial" w:hAnsi="Arial" w:cs="Arial"/>
          <w:sz w:val="20"/>
          <w:szCs w:val="20"/>
        </w:rPr>
        <w:t>Digital currencies (bitcoin, lite coin etc etc) can only be one or the other: assets or cash</w:t>
      </w:r>
      <w:r w:rsidR="00EC4600" w:rsidRPr="00DF11AC">
        <w:rPr>
          <w:rFonts w:ascii="Arial" w:hAnsi="Arial" w:cs="Arial"/>
          <w:sz w:val="20"/>
          <w:szCs w:val="20"/>
        </w:rPr>
        <w:t>. If cash then they can’t be taxed as assets. Make up your minds.</w:t>
      </w:r>
    </w:p>
    <w:p w:rsidR="00EC4600" w:rsidRPr="00DF11AC" w:rsidRDefault="00EC4600" w:rsidP="00406B22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F11AC">
        <w:rPr>
          <w:rFonts w:ascii="Arial" w:hAnsi="Arial" w:cs="Arial"/>
          <w:sz w:val="20"/>
          <w:szCs w:val="20"/>
        </w:rPr>
        <w:t xml:space="preserve">The proposed bill would allow arbitrary changes in the threshold to be determined by </w:t>
      </w:r>
      <w:r w:rsidR="00B73D54" w:rsidRPr="00DF11AC">
        <w:rPr>
          <w:rFonts w:ascii="Arial" w:hAnsi="Arial" w:cs="Arial"/>
          <w:sz w:val="20"/>
          <w:szCs w:val="20"/>
        </w:rPr>
        <w:t>regulation</w:t>
      </w:r>
      <w:r w:rsidRPr="00DF11AC">
        <w:rPr>
          <w:rFonts w:ascii="Arial" w:hAnsi="Arial" w:cs="Arial"/>
          <w:sz w:val="20"/>
          <w:szCs w:val="20"/>
        </w:rPr>
        <w:t xml:space="preserve"> in the future without recourse to parliament. This gives </w:t>
      </w:r>
      <w:r w:rsidR="00B73D54" w:rsidRPr="00DF11AC">
        <w:rPr>
          <w:rFonts w:ascii="Arial" w:hAnsi="Arial" w:cs="Arial"/>
          <w:sz w:val="20"/>
          <w:szCs w:val="20"/>
        </w:rPr>
        <w:t>too much arbitrary power to unknown agencies.</w:t>
      </w:r>
    </w:p>
    <w:p w:rsidR="00535450" w:rsidRPr="00DF11AC" w:rsidRDefault="00535450">
      <w:pPr>
        <w:rPr>
          <w:rFonts w:ascii="Arial" w:hAnsi="Arial" w:cs="Arial"/>
          <w:sz w:val="20"/>
          <w:szCs w:val="20"/>
        </w:rPr>
      </w:pPr>
    </w:p>
    <w:p w:rsidR="00F72272" w:rsidRPr="00DF11AC" w:rsidRDefault="00B8102A" w:rsidP="0048751C">
      <w:pPr>
        <w:pStyle w:val="Closing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nter closing:"/>
          <w:tag w:val="Enter closing:"/>
          <w:id w:val="-278875100"/>
          <w:placeholder>
            <w:docPart w:val="598D289772DBF74B80248A11DB3DCCFC"/>
          </w:placeholder>
          <w:temporary/>
          <w:showingPlcHdr/>
        </w:sdtPr>
        <w:sdtEndPr/>
        <w:sdtContent>
          <w:r w:rsidR="00E5559C" w:rsidRPr="00DF11AC">
            <w:rPr>
              <w:rFonts w:ascii="Arial" w:hAnsi="Arial" w:cs="Arial"/>
              <w:sz w:val="20"/>
              <w:szCs w:val="20"/>
              <w:lang w:val="en-GB" w:bidi="en-GB"/>
            </w:rPr>
            <w:t>Yours sincerely,</w:t>
          </w:r>
        </w:sdtContent>
      </w:sdt>
    </w:p>
    <w:sdt>
      <w:sdtPr>
        <w:rPr>
          <w:rFonts w:ascii="Arial" w:hAnsi="Arial" w:cs="Arial"/>
          <w:sz w:val="20"/>
          <w:szCs w:val="20"/>
        </w:rPr>
        <w:alias w:val="Your name"/>
        <w:tag w:val="Your name"/>
        <w:id w:val="1111709258"/>
        <w:placeholder>
          <w:docPart w:val="72830258BFD10F44A9AFBAD4806F881D"/>
        </w:placeholder>
        <w:dataBinding w:prefixMappings="xmlns:ns0='http://schemas.openxmlformats.org/officeDocument/2006/extended-properties' " w:xpath="/ns0:Properties[1]/ns0:Company[1]" w:storeItemID="{6668398D-A668-4E3E-A5EB-62B293D839F1}"/>
        <w:text w:multiLine="1"/>
      </w:sdtPr>
      <w:sdtEndPr/>
      <w:sdtContent>
        <w:p w:rsidR="00BC467A" w:rsidRPr="00DF11AC" w:rsidRDefault="004145C4" w:rsidP="00AC6117">
          <w:pPr>
            <w:pStyle w:val="Signature"/>
            <w:rPr>
              <w:rFonts w:ascii="Arial" w:hAnsi="Arial" w:cs="Arial"/>
              <w:sz w:val="20"/>
              <w:szCs w:val="20"/>
            </w:rPr>
          </w:pPr>
          <w:r w:rsidRPr="00DF11AC">
            <w:rPr>
              <w:rFonts w:ascii="Arial" w:hAnsi="Arial" w:cs="Arial"/>
              <w:sz w:val="20"/>
              <w:szCs w:val="20"/>
            </w:rPr>
            <w:t>Guy Bennett</w:t>
          </w:r>
        </w:p>
      </w:sdtContent>
    </w:sdt>
    <w:sectPr w:rsidR="00BC467A" w:rsidRPr="00DF11AC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AA9" w:rsidRDefault="00BA4AA9">
      <w:pPr>
        <w:spacing w:after="0" w:line="240" w:lineRule="auto"/>
      </w:pPr>
      <w:r>
        <w:separator/>
      </w:r>
    </w:p>
  </w:endnote>
  <w:endnote w:type="continuationSeparator" w:id="0">
    <w:p w:rsidR="00BA4AA9" w:rsidRDefault="00BA4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2272" w:rsidRDefault="00E5559C">
        <w:pPr>
          <w:pStyle w:val="Footer"/>
        </w:pPr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 w:rsidR="00BC467A">
          <w:rPr>
            <w:noProof/>
            <w:lang w:val="en-GB" w:bidi="en-GB"/>
          </w:rPr>
          <w:t>2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AA9" w:rsidRDefault="00BA4AA9">
      <w:pPr>
        <w:spacing w:after="0" w:line="240" w:lineRule="auto"/>
      </w:pPr>
      <w:r>
        <w:separator/>
      </w:r>
    </w:p>
  </w:footnote>
  <w:footnote w:type="continuationSeparator" w:id="0">
    <w:p w:rsidR="00BA4AA9" w:rsidRDefault="00BA4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272" w:rsidRDefault="00E5559C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descr="Background rectangl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477B5F5E" id="Group 4" o:spid="_x0000_s1026" alt="Background rectangle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">
              <v:rect id="Rectangle 2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272" w:rsidRDefault="00E5559C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descr="Background rectangl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821F51F" id="Group 5" o:spid="_x0000_s1026" alt="Background rectangle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">
              <v:rect id="Rectangle 6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" fillcolor="#4b3a2e [3215]" stroked="f" strokeweight="1pt"/>
              <v:rect id="Rectangle 7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17AB2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9C55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9CAA3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E34B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BC61C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2E59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6094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30F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C6F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84B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DC06310"/>
    <w:multiLevelType w:val="hybridMultilevel"/>
    <w:tmpl w:val="3FAC1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A4AA9"/>
    <w:rsid w:val="0003292C"/>
    <w:rsid w:val="000407AB"/>
    <w:rsid w:val="00163F74"/>
    <w:rsid w:val="001F667C"/>
    <w:rsid w:val="00251664"/>
    <w:rsid w:val="003F5321"/>
    <w:rsid w:val="00406B22"/>
    <w:rsid w:val="004145C4"/>
    <w:rsid w:val="0048751C"/>
    <w:rsid w:val="004F18A3"/>
    <w:rsid w:val="00501646"/>
    <w:rsid w:val="00535450"/>
    <w:rsid w:val="00775AFB"/>
    <w:rsid w:val="008467EE"/>
    <w:rsid w:val="00886B9C"/>
    <w:rsid w:val="008D4928"/>
    <w:rsid w:val="009B57FA"/>
    <w:rsid w:val="00A34720"/>
    <w:rsid w:val="00A53354"/>
    <w:rsid w:val="00AA1A88"/>
    <w:rsid w:val="00AA1FCF"/>
    <w:rsid w:val="00AA77E8"/>
    <w:rsid w:val="00AC6117"/>
    <w:rsid w:val="00B73D54"/>
    <w:rsid w:val="00B8102A"/>
    <w:rsid w:val="00BA4AA9"/>
    <w:rsid w:val="00BC467A"/>
    <w:rsid w:val="00C65926"/>
    <w:rsid w:val="00C86A67"/>
    <w:rsid w:val="00D36ED7"/>
    <w:rsid w:val="00DF11AC"/>
    <w:rsid w:val="00E5559C"/>
    <w:rsid w:val="00EC4600"/>
    <w:rsid w:val="00EE73A0"/>
    <w:rsid w:val="00F3044B"/>
    <w:rsid w:val="00F50515"/>
    <w:rsid w:val="00F72272"/>
    <w:rsid w:val="00F86C24"/>
    <w:rsid w:val="00FC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4DC81"/>
  <w15:docId w15:val="{F7ACA046-82F0-5644-BC72-639DDC8B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uiPriority="6" w:qFormat="1"/>
    <w:lsdException w:name="Signature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uiPriority="5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321"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20" w:after="80"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60" w:line="288" w:lineRule="auto"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link w:val="DateChar"/>
    <w:uiPriority w:val="3"/>
    <w:qFormat/>
    <w:pPr>
      <w:spacing w:line="240" w:lineRule="auto"/>
    </w:pPr>
    <w:rPr>
      <w:b/>
      <w:spacing w:val="21"/>
    </w:rPr>
  </w:style>
  <w:style w:type="paragraph" w:styleId="Title">
    <w:name w:val="Title"/>
    <w:basedOn w:val="Normal"/>
    <w:link w:val="TitleChar"/>
    <w:uiPriority w:val="10"/>
    <w:semiHidden/>
    <w:unhideWhenUsed/>
    <w:pPr>
      <w:spacing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SenderContactInfo">
    <w:name w:val="Sender Contact Info"/>
    <w:basedOn w:val="Normal"/>
    <w:uiPriority w:val="2"/>
    <w:qFormat/>
    <w:pPr>
      <w:spacing w:after="920"/>
      <w:contextualSpacing/>
    </w:p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unhideWhenUsed/>
    <w:qFormat/>
    <w:pPr>
      <w:ind w:left="216" w:hanging="216"/>
      <w:contextualSpacing/>
    </w:pPr>
  </w:style>
  <w:style w:type="character" w:customStyle="1" w:styleId="DateChar">
    <w:name w:val="Date Char"/>
    <w:basedOn w:val="DefaultParagraphFont"/>
    <w:link w:val="Date"/>
    <w:uiPriority w:val="3"/>
    <w:rPr>
      <w:b/>
      <w:spacing w:val="21"/>
    </w:rPr>
  </w:style>
  <w:style w:type="paragraph" w:styleId="Signature">
    <w:name w:val="Signature"/>
    <w:basedOn w:val="Normal"/>
    <w:link w:val="SignatureChar"/>
    <w:uiPriority w:val="7"/>
    <w:qFormat/>
    <w:pPr>
      <w:spacing w:before="1000" w:line="240" w:lineRule="auto"/>
      <w:contextualSpacing/>
    </w:pPr>
    <w:rPr>
      <w:b/>
      <w:spacing w:val="21"/>
    </w:rPr>
  </w:style>
  <w:style w:type="character" w:customStyle="1" w:styleId="SignatureChar">
    <w:name w:val="Signature Char"/>
    <w:basedOn w:val="DefaultParagraphFont"/>
    <w:link w:val="Signature"/>
    <w:uiPriority w:val="7"/>
    <w:rPr>
      <w:b/>
      <w:spacing w:val="21"/>
    </w:rPr>
  </w:style>
  <w:style w:type="paragraph" w:styleId="Salutation">
    <w:name w:val="Salutation"/>
    <w:basedOn w:val="Normal"/>
    <w:next w:val="Normal"/>
    <w:link w:val="SalutationChar"/>
    <w:uiPriority w:val="5"/>
    <w:qFormat/>
    <w:pPr>
      <w:spacing w:before="800"/>
      <w:contextualSpacing/>
    </w:pPr>
    <w:rPr>
      <w:b/>
      <w:spacing w:val="21"/>
    </w:rPr>
  </w:style>
  <w:style w:type="paragraph" w:customStyle="1" w:styleId="Name">
    <w:name w:val="Name"/>
    <w:basedOn w:val="Normal"/>
    <w:link w:val="NameChar"/>
    <w:uiPriority w:val="1"/>
    <w:qFormat/>
    <w:pPr>
      <w:spacing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paragraph" w:customStyle="1" w:styleId="RecipientContactInfo">
    <w:name w:val="Recipient Contact Info"/>
    <w:basedOn w:val="Normal"/>
    <w:link w:val="RecipientContactInfoChar"/>
    <w:uiPriority w:val="4"/>
    <w:qFormat/>
    <w:pPr>
      <w:spacing w:line="240" w:lineRule="auto"/>
      <w:contextualSpacing/>
    </w:pPr>
  </w:style>
  <w:style w:type="character" w:customStyle="1" w:styleId="RecipientContactInfoChar">
    <w:name w:val="Recipient Contact Info Char"/>
    <w:basedOn w:val="DefaultParagraphFont"/>
    <w:link w:val="RecipientContactInfo"/>
    <w:uiPriority w:val="4"/>
  </w:style>
  <w:style w:type="character" w:customStyle="1" w:styleId="SalutationChar">
    <w:name w:val="Salutation Char"/>
    <w:basedOn w:val="DefaultParagraphFont"/>
    <w:link w:val="Salutation"/>
    <w:uiPriority w:val="5"/>
    <w:rPr>
      <w:b/>
      <w:spacing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i/>
      <w:szCs w:val="24"/>
    </w:rPr>
  </w:style>
  <w:style w:type="paragraph" w:styleId="Closing">
    <w:name w:val="Closing"/>
    <w:basedOn w:val="Normal"/>
    <w:next w:val="Signature"/>
    <w:link w:val="ClosingChar"/>
    <w:uiPriority w:val="6"/>
    <w:qFormat/>
    <w:rsid w:val="0048751C"/>
  </w:style>
  <w:style w:type="character" w:customStyle="1" w:styleId="ClosingChar">
    <w:name w:val="Closing Char"/>
    <w:basedOn w:val="DefaultParagraphFont"/>
    <w:link w:val="Closing"/>
    <w:uiPriority w:val="6"/>
    <w:rsid w:val="0048751C"/>
  </w:style>
  <w:style w:type="paragraph" w:styleId="BalloonText">
    <w:name w:val="Balloon Text"/>
    <w:basedOn w:val="Normal"/>
    <w:link w:val="BalloonTextChar"/>
    <w:uiPriority w:val="99"/>
    <w:semiHidden/>
    <w:unhideWhenUsed/>
    <w:rsid w:val="004F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215832D2-72AA-8742-91C9-8CFCCA5AE4DA%7dtf163921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92AB59B0F30674A84F2C00D5148F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331A1-A8F1-1648-8D90-7ED97DA51650}"/>
      </w:docPartPr>
      <w:docPartBody>
        <w:p w:rsidR="00000000" w:rsidRDefault="00E112A1">
          <w:pPr>
            <w:pStyle w:val="F92AB59B0F30674A84F2C00D5148F693"/>
          </w:pPr>
          <w:r>
            <w:rPr>
              <w:lang w:val="en-GB" w:bidi="en-GB"/>
            </w:rPr>
            <w:t>Your name</w:t>
          </w:r>
        </w:p>
      </w:docPartBody>
    </w:docPart>
    <w:docPart>
      <w:docPartPr>
        <w:name w:val="2C087212C3DBFC4181FF57E27C42B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303CE-61E0-C54D-AAF0-115A881BC685}"/>
      </w:docPartPr>
      <w:docPartBody>
        <w:p w:rsidR="00000000" w:rsidRDefault="00E112A1">
          <w:pPr>
            <w:pStyle w:val="2C087212C3DBFC4181FF57E27C42BB7D"/>
          </w:pPr>
          <w:r>
            <w:rPr>
              <w:lang w:val="en-GB" w:bidi="en-GB"/>
            </w:rPr>
            <w:t>Recipient</w:t>
          </w:r>
        </w:p>
      </w:docPartBody>
    </w:docPart>
    <w:docPart>
      <w:docPartPr>
        <w:name w:val="E4F47410789A3144B9CB53755FF40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E6141-0B56-9844-98B5-18C0E3855066}"/>
      </w:docPartPr>
      <w:docPartBody>
        <w:p w:rsidR="00000000" w:rsidRDefault="00E112A1">
          <w:pPr>
            <w:pStyle w:val="E4F47410789A3144B9CB53755FF409B2"/>
          </w:pPr>
          <w:r>
            <w:rPr>
              <w:lang w:val="en-GB" w:bidi="en-GB"/>
            </w:rPr>
            <w:t>Recipient</w:t>
          </w:r>
        </w:p>
      </w:docPartBody>
    </w:docPart>
    <w:docPart>
      <w:docPartPr>
        <w:name w:val="598D289772DBF74B80248A11DB3DC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AB009-3FFA-A843-810D-C9DEB4FF6552}"/>
      </w:docPartPr>
      <w:docPartBody>
        <w:p w:rsidR="00000000" w:rsidRDefault="00E112A1">
          <w:pPr>
            <w:pStyle w:val="598D289772DBF74B80248A11DB3DCCFC"/>
          </w:pPr>
          <w:r>
            <w:rPr>
              <w:lang w:val="en-GB" w:bidi="en-GB"/>
            </w:rPr>
            <w:t>Yours sincerely,</w:t>
          </w:r>
        </w:p>
      </w:docPartBody>
    </w:docPart>
    <w:docPart>
      <w:docPartPr>
        <w:name w:val="72830258BFD10F44A9AFBAD4806F8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376AE-015F-C24A-8D57-1F5DA203FA04}"/>
      </w:docPartPr>
      <w:docPartBody>
        <w:p w:rsidR="00000000" w:rsidRDefault="00E112A1">
          <w:pPr>
            <w:pStyle w:val="72830258BFD10F44A9AFBAD4806F881D"/>
          </w:pPr>
          <w:r>
            <w:rPr>
              <w:lang w:val="en-GB" w:bidi="en-GB"/>
            </w:rP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2AB59B0F30674A84F2C00D5148F693">
    <w:name w:val="F92AB59B0F30674A84F2C00D5148F693"/>
  </w:style>
  <w:style w:type="paragraph" w:customStyle="1" w:styleId="18D26A91F95C1943A78F9F0AA71D256B">
    <w:name w:val="18D26A91F95C1943A78F9F0AA71D256B"/>
  </w:style>
  <w:style w:type="paragraph" w:customStyle="1" w:styleId="12618E21177E404DAE9097B6FBFA7E1C">
    <w:name w:val="12618E21177E404DAE9097B6FBFA7E1C"/>
  </w:style>
  <w:style w:type="paragraph" w:customStyle="1" w:styleId="7DE67BBCDAC7DD4AA72FD96910F9AE28">
    <w:name w:val="7DE67BBCDAC7DD4AA72FD96910F9AE28"/>
  </w:style>
  <w:style w:type="paragraph" w:customStyle="1" w:styleId="2D058DD5C2DE18449200FFEE96A8705C">
    <w:name w:val="2D058DD5C2DE18449200FFEE96A8705C"/>
  </w:style>
  <w:style w:type="paragraph" w:customStyle="1" w:styleId="2C087212C3DBFC4181FF57E27C42BB7D">
    <w:name w:val="2C087212C3DBFC4181FF57E27C42BB7D"/>
  </w:style>
  <w:style w:type="paragraph" w:customStyle="1" w:styleId="C22E0E944FFB86498A83421AC3A088F4">
    <w:name w:val="C22E0E944FFB86498A83421AC3A088F4"/>
  </w:style>
  <w:style w:type="paragraph" w:customStyle="1" w:styleId="65023E3B7A59E9409B3E72AF85EA8A2B">
    <w:name w:val="65023E3B7A59E9409B3E72AF85EA8A2B"/>
  </w:style>
  <w:style w:type="paragraph" w:customStyle="1" w:styleId="B4B1E988234AD14BAD808A8DD94A265D">
    <w:name w:val="B4B1E988234AD14BAD808A8DD94A265D"/>
  </w:style>
  <w:style w:type="paragraph" w:customStyle="1" w:styleId="E4F47410789A3144B9CB53755FF409B2">
    <w:name w:val="E4F47410789A3144B9CB53755FF409B2"/>
  </w:style>
  <w:style w:type="paragraph" w:customStyle="1" w:styleId="523DA9CE49D4A9458C9ACC135563C67E">
    <w:name w:val="523DA9CE49D4A9458C9ACC135563C67E"/>
  </w:style>
  <w:style w:type="paragraph" w:customStyle="1" w:styleId="598D289772DBF74B80248A11DB3DCCFC">
    <w:name w:val="598D289772DBF74B80248A11DB3DCCFC"/>
  </w:style>
  <w:style w:type="paragraph" w:customStyle="1" w:styleId="72830258BFD10F44A9AFBAD4806F881D">
    <w:name w:val="72830258BFD10F44A9AFBAD4806F88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{215832D2-72AA-8742-91C9-8CFCCA5AE4DA}tf16392122.dotx</Template>
  <TotalTime>1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Bennett</dc:creator>
  <cp:keywords/>
  <dc:description/>
  <cp:lastModifiedBy>Guy Bennett</cp:lastModifiedBy>
  <cp:revision>2</cp:revision>
  <dcterms:created xsi:type="dcterms:W3CDTF">2019-08-12T13:50:00Z</dcterms:created>
  <dcterms:modified xsi:type="dcterms:W3CDTF">2019-08-12T13:50:00Z</dcterms:modified>
</cp:coreProperties>
</file>